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08535833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Załącznik nr </w:t>
      </w:r>
      <w:r w:rsidR="00AC28A6">
        <w:rPr>
          <w:rFonts w:cstheme="minorHAnsi"/>
        </w:rPr>
        <w:t>2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3EB617C8" w14:textId="77777777" w:rsidR="00AC28A6" w:rsidRPr="00C263BB" w:rsidRDefault="00AC28A6" w:rsidP="00AC28A6">
      <w:pPr>
        <w:spacing w:after="14" w:line="259" w:lineRule="auto"/>
        <w:ind w:left="427"/>
        <w:jc w:val="center"/>
        <w:rPr>
          <w:rStyle w:val="Odwoanieintensywne"/>
          <w:sz w:val="28"/>
          <w:szCs w:val="28"/>
        </w:rPr>
      </w:pPr>
      <w:r w:rsidRPr="00C263BB">
        <w:rPr>
          <w:rStyle w:val="Odwoanieintensywne"/>
          <w:sz w:val="28"/>
          <w:szCs w:val="28"/>
        </w:rPr>
        <w:t xml:space="preserve">FORMULARZ ZGŁOSZENIOWY </w:t>
      </w:r>
    </w:p>
    <w:p w14:paraId="6ABB26E6" w14:textId="77777777" w:rsidR="00AC28A6" w:rsidRPr="00C263BB" w:rsidRDefault="00AC28A6" w:rsidP="00AC28A6">
      <w:pPr>
        <w:spacing w:after="14" w:line="259" w:lineRule="auto"/>
        <w:ind w:left="427"/>
        <w:jc w:val="center"/>
        <w:rPr>
          <w:rStyle w:val="Odwoanieintensywne"/>
          <w:sz w:val="28"/>
          <w:szCs w:val="28"/>
        </w:rPr>
      </w:pPr>
      <w:r w:rsidRPr="00C263BB">
        <w:rPr>
          <w:rStyle w:val="Odwoanieintensywne"/>
          <w:sz w:val="28"/>
          <w:szCs w:val="28"/>
        </w:rPr>
        <w:t>NAUCZYCIELA/NAUCZYCIELKI</w:t>
      </w:r>
    </w:p>
    <w:p w14:paraId="28D03E31" w14:textId="77777777" w:rsidR="00AC28A6" w:rsidRPr="005E1464" w:rsidRDefault="00AC28A6" w:rsidP="00AC28A6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57EEA236" w14:textId="77777777" w:rsidR="00AC28A6" w:rsidRPr="005E1464" w:rsidRDefault="00AC28A6" w:rsidP="00AC28A6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78D1C53C" w14:textId="77777777" w:rsidR="00AC28A6" w:rsidRPr="005E1464" w:rsidRDefault="00AC28A6" w:rsidP="00AC28A6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228883E9" w14:textId="77777777" w:rsidR="00AC28A6" w:rsidRPr="005E1464" w:rsidRDefault="00AC28A6" w:rsidP="00AC28A6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6A3957E2" w14:textId="77777777" w:rsidR="00AC28A6" w:rsidRPr="005E1464" w:rsidRDefault="00AC28A6" w:rsidP="00AC28A6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34ED7BED" w14:textId="77777777" w:rsidR="00AC28A6" w:rsidRDefault="00AC28A6" w:rsidP="00AC28A6">
      <w:pPr>
        <w:spacing w:after="0" w:line="259" w:lineRule="auto"/>
        <w:ind w:left="-284"/>
        <w:jc w:val="both"/>
        <w:rPr>
          <w:rFonts w:eastAsia="Times New Roman" w:cstheme="minorHAnsi"/>
        </w:rPr>
      </w:pPr>
    </w:p>
    <w:p w14:paraId="15B8127C" w14:textId="77777777" w:rsidR="00AC28A6" w:rsidRDefault="00AC28A6" w:rsidP="00AC28A6">
      <w:pPr>
        <w:spacing w:after="0" w:line="259" w:lineRule="auto"/>
        <w:jc w:val="both"/>
        <w:rPr>
          <w:rFonts w:eastAsia="Times New Roman" w:cstheme="minorHAnsi"/>
        </w:rPr>
      </w:pPr>
    </w:p>
    <w:p w14:paraId="51A9DB4A" w14:textId="77777777" w:rsidR="00AC28A6" w:rsidRPr="00D170FE" w:rsidRDefault="00AC28A6" w:rsidP="00AC28A6">
      <w:pPr>
        <w:spacing w:after="0" w:line="259" w:lineRule="auto"/>
        <w:ind w:left="-284"/>
        <w:jc w:val="both"/>
        <w:rPr>
          <w:rFonts w:cstheme="minorHAnsi"/>
        </w:rPr>
      </w:pPr>
      <w:r w:rsidRPr="00D170FE">
        <w:rPr>
          <w:rFonts w:eastAsia="Times New Roman" w:cstheme="minorHAnsi"/>
        </w:rPr>
        <w:t xml:space="preserve">Podanie poniższych danych jest dobrowolne, jednakże odmowa ich podania jest     </w:t>
      </w:r>
      <w:r w:rsidRPr="00D170FE">
        <w:rPr>
          <w:rFonts w:eastAsia="Times New Roman" w:cstheme="minorHAnsi"/>
        </w:rPr>
        <w:br/>
        <w:t>równoznaczna z brakiem możliwości uczestnictwa w Projekcie.</w:t>
      </w:r>
      <w:r w:rsidRPr="00D170FE">
        <w:rPr>
          <w:rFonts w:cstheme="minorHAnsi"/>
        </w:rPr>
        <w:t xml:space="preserve"> </w:t>
      </w:r>
    </w:p>
    <w:p w14:paraId="7C4E8138" w14:textId="77777777" w:rsidR="00AC28A6" w:rsidRPr="00D170FE" w:rsidRDefault="00AC28A6" w:rsidP="00AC28A6">
      <w:pPr>
        <w:spacing w:after="49" w:line="259" w:lineRule="auto"/>
        <w:ind w:left="-284"/>
        <w:jc w:val="both"/>
        <w:rPr>
          <w:rFonts w:cstheme="minorHAnsi"/>
        </w:rPr>
      </w:pPr>
      <w:r w:rsidRPr="00D170FE">
        <w:rPr>
          <w:rFonts w:cstheme="minorHAnsi"/>
        </w:rPr>
        <w:t xml:space="preserve"> </w:t>
      </w:r>
    </w:p>
    <w:p w14:paraId="6AC02B4A" w14:textId="77777777" w:rsidR="00AC28A6" w:rsidRPr="00D170FE" w:rsidRDefault="00AC28A6" w:rsidP="00AC28A6">
      <w:pPr>
        <w:spacing w:after="0" w:line="259" w:lineRule="auto"/>
        <w:ind w:left="-284"/>
        <w:jc w:val="both"/>
        <w:rPr>
          <w:rFonts w:cstheme="minorHAnsi"/>
        </w:rPr>
      </w:pPr>
      <w:r w:rsidRPr="00D170FE">
        <w:rPr>
          <w:rFonts w:cstheme="minorHAnsi"/>
        </w:rPr>
        <w:t xml:space="preserve">Należy uzupełnić białe pola bądź zaznaczyć prawidłową odpowiedź </w:t>
      </w:r>
    </w:p>
    <w:p w14:paraId="6949B017" w14:textId="77777777" w:rsidR="00AC28A6" w:rsidRPr="00D170FE" w:rsidRDefault="00AC28A6" w:rsidP="00AC28A6">
      <w:pPr>
        <w:spacing w:after="0" w:line="240" w:lineRule="auto"/>
        <w:jc w:val="center"/>
        <w:rPr>
          <w:rFonts w:cstheme="minorHAnsi"/>
          <w:b/>
        </w:rPr>
      </w:pPr>
    </w:p>
    <w:p w14:paraId="4AF54602" w14:textId="77777777" w:rsidR="00AC28A6" w:rsidRPr="00D170FE" w:rsidRDefault="00AC28A6" w:rsidP="00AC28A6">
      <w:pPr>
        <w:spacing w:after="0" w:line="240" w:lineRule="auto"/>
        <w:jc w:val="center"/>
        <w:rPr>
          <w:rFonts w:cstheme="minorHAnsi"/>
        </w:rPr>
      </w:pPr>
    </w:p>
    <w:tbl>
      <w:tblPr>
        <w:tblW w:w="9918" w:type="dxa"/>
        <w:tblInd w:w="-140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374"/>
      </w:tblGrid>
      <w:tr w:rsidR="00AC28A6" w:rsidRPr="00D170FE" w14:paraId="02E9A40B" w14:textId="77777777" w:rsidTr="00E261AE">
        <w:trPr>
          <w:trHeight w:val="9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BAAE5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Przyjęto dokumentację rekrutacyjną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27E9D0" w14:textId="77777777" w:rsidR="00AC28A6" w:rsidRPr="00D170FE" w:rsidRDefault="00AC28A6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  <w:p w14:paraId="09418325" w14:textId="77777777" w:rsidR="00AC28A6" w:rsidRPr="00D170FE" w:rsidRDefault="00AC28A6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………………………………………………… </w:t>
            </w:r>
          </w:p>
          <w:p w14:paraId="3150C6DC" w14:textId="77777777" w:rsidR="00AC28A6" w:rsidRPr="00D170FE" w:rsidRDefault="00AC28A6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5846DD5C" w14:textId="77777777" w:rsidR="00AC28A6" w:rsidRPr="00D170FE" w:rsidRDefault="00AC28A6" w:rsidP="00AC28A6">
      <w:pPr>
        <w:spacing w:after="0" w:line="259" w:lineRule="auto"/>
        <w:rPr>
          <w:rFonts w:cstheme="minorHAnsi"/>
          <w:b/>
        </w:rPr>
      </w:pPr>
      <w:r w:rsidRPr="00D170FE">
        <w:rPr>
          <w:rFonts w:cstheme="minorHAnsi"/>
          <w:b/>
        </w:rPr>
        <w:t xml:space="preserve"> </w:t>
      </w:r>
    </w:p>
    <w:p w14:paraId="31A70870" w14:textId="77777777" w:rsidR="00AC28A6" w:rsidRPr="00D170FE" w:rsidRDefault="00AC28A6" w:rsidP="00AC28A6">
      <w:pPr>
        <w:spacing w:after="0" w:line="259" w:lineRule="auto"/>
        <w:rPr>
          <w:rFonts w:cstheme="minorHAnsi"/>
        </w:rPr>
      </w:pPr>
    </w:p>
    <w:tbl>
      <w:tblPr>
        <w:tblW w:w="10076" w:type="dxa"/>
        <w:tblInd w:w="-220" w:type="dxa"/>
        <w:tblCellMar>
          <w:top w:w="12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631"/>
        <w:gridCol w:w="631"/>
        <w:gridCol w:w="298"/>
        <w:gridCol w:w="336"/>
        <w:gridCol w:w="632"/>
        <w:gridCol w:w="634"/>
        <w:gridCol w:w="634"/>
        <w:gridCol w:w="631"/>
        <w:gridCol w:w="634"/>
        <w:gridCol w:w="631"/>
        <w:gridCol w:w="613"/>
        <w:gridCol w:w="652"/>
      </w:tblGrid>
      <w:tr w:rsidR="00AC28A6" w:rsidRPr="00D170FE" w14:paraId="2CC3F996" w14:textId="77777777" w:rsidTr="00E261AE">
        <w:trPr>
          <w:trHeight w:val="56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FB7E63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Beneficjent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83AB" w14:textId="77777777" w:rsidR="00AC28A6" w:rsidRPr="00D170FE" w:rsidRDefault="00AC28A6" w:rsidP="00E261AE">
            <w:pPr>
              <w:spacing w:after="0" w:line="259" w:lineRule="auto"/>
              <w:ind w:left="1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Gmina </w:t>
            </w:r>
            <w:r>
              <w:rPr>
                <w:rFonts w:cstheme="minorHAnsi"/>
              </w:rPr>
              <w:t>Międzyrzecz</w:t>
            </w:r>
          </w:p>
        </w:tc>
      </w:tr>
      <w:tr w:rsidR="00AC28A6" w:rsidRPr="00D170FE" w14:paraId="61020137" w14:textId="77777777" w:rsidTr="00E261AE">
        <w:trPr>
          <w:trHeight w:val="56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4AA763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Tytuł projektu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6E23" w14:textId="77777777" w:rsidR="00AC28A6" w:rsidRPr="00D170FE" w:rsidRDefault="00AC28A6" w:rsidP="00E261AE">
            <w:pPr>
              <w:spacing w:after="0" w:line="259" w:lineRule="auto"/>
              <w:ind w:left="1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Akademia </w:t>
            </w:r>
            <w:r>
              <w:rPr>
                <w:rFonts w:cstheme="minorHAnsi"/>
              </w:rPr>
              <w:t>Zdolnych Uczniów w Gminie Międzyrzecz</w:t>
            </w:r>
          </w:p>
        </w:tc>
      </w:tr>
      <w:tr w:rsidR="00AC28A6" w:rsidRPr="00D170FE" w14:paraId="3290B048" w14:textId="77777777" w:rsidTr="00E261AE">
        <w:trPr>
          <w:trHeight w:val="56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F58648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Nr projektu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2FD3" w14:textId="77777777" w:rsidR="00AC28A6" w:rsidRPr="00D170FE" w:rsidRDefault="00AC28A6" w:rsidP="00E261AE">
            <w:pPr>
              <w:spacing w:after="0" w:line="259" w:lineRule="auto"/>
              <w:ind w:left="1"/>
              <w:rPr>
                <w:rFonts w:cstheme="minorHAnsi"/>
                <w:bCs/>
              </w:rPr>
            </w:pPr>
            <w:r w:rsidRPr="00D170FE">
              <w:rPr>
                <w:rFonts w:cstheme="minorHAnsi"/>
                <w:bCs/>
              </w:rPr>
              <w:t>FELB.06.07-IZ.00-000</w:t>
            </w:r>
            <w:r>
              <w:rPr>
                <w:rFonts w:cstheme="minorHAnsi"/>
                <w:bCs/>
              </w:rPr>
              <w:t>9</w:t>
            </w:r>
            <w:r w:rsidRPr="00D170FE">
              <w:rPr>
                <w:rFonts w:cstheme="minorHAnsi"/>
                <w:bCs/>
              </w:rPr>
              <w:t>/25</w:t>
            </w:r>
          </w:p>
        </w:tc>
      </w:tr>
      <w:tr w:rsidR="00AC28A6" w:rsidRPr="00D170FE" w14:paraId="50BF0C8D" w14:textId="77777777" w:rsidTr="00E261AE">
        <w:trPr>
          <w:trHeight w:val="56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79318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Nazwa szkoły 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F0DC" w14:textId="77777777" w:rsidR="00AC28A6" w:rsidRPr="00D170FE" w:rsidRDefault="00AC28A6" w:rsidP="00E261AE">
            <w:pPr>
              <w:spacing w:after="0" w:line="259" w:lineRule="auto"/>
              <w:ind w:left="1"/>
              <w:rPr>
                <w:rFonts w:cstheme="minorHAnsi"/>
                <w:b/>
              </w:rPr>
            </w:pPr>
          </w:p>
        </w:tc>
      </w:tr>
      <w:tr w:rsidR="00AC28A6" w:rsidRPr="00D170FE" w14:paraId="6732763C" w14:textId="77777777" w:rsidTr="00E261AE">
        <w:trPr>
          <w:trHeight w:val="563"/>
        </w:trPr>
        <w:tc>
          <w:tcPr>
            <w:tcW w:w="100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5154E3" w14:textId="77777777" w:rsidR="00AC28A6" w:rsidRPr="00C263BB" w:rsidRDefault="00AC28A6" w:rsidP="00E261AE">
            <w:pPr>
              <w:spacing w:after="0" w:line="259" w:lineRule="auto"/>
              <w:ind w:left="18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>DANE UCZESTNIKA/UCZESTNICZKI</w:t>
            </w:r>
          </w:p>
        </w:tc>
      </w:tr>
      <w:tr w:rsidR="00AC28A6" w:rsidRPr="00D170FE" w14:paraId="528B6D0F" w14:textId="77777777" w:rsidTr="00E261AE">
        <w:trPr>
          <w:trHeight w:val="56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EB99C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>Imię (imiona)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5909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5126233F" w14:textId="77777777" w:rsidTr="00E261AE">
        <w:trPr>
          <w:trHeight w:val="74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3BA88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Nazwisko 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7DB55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03356182" w14:textId="77777777" w:rsidTr="00E261AE">
        <w:trPr>
          <w:trHeight w:val="74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22F9C9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>Płeć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5BF4" w14:textId="77777777" w:rsidR="00AC28A6" w:rsidRPr="00D170FE" w:rsidRDefault="00963015" w:rsidP="00E261AE">
            <w:pPr>
              <w:spacing w:after="0" w:line="259" w:lineRule="auto"/>
              <w:ind w:left="18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153923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Kobieta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-60627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Mężczyzna</w:t>
            </w:r>
          </w:p>
        </w:tc>
      </w:tr>
      <w:tr w:rsidR="00AC28A6" w:rsidRPr="00D170FE" w14:paraId="72223B55" w14:textId="77777777" w:rsidTr="00E261AE">
        <w:trPr>
          <w:trHeight w:val="54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A5EBE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lastRenderedPageBreak/>
              <w:t xml:space="preserve">Rodzaj uczestnika 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6071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>Indywidualny</w:t>
            </w:r>
          </w:p>
          <w:p w14:paraId="721D891E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</w:p>
        </w:tc>
      </w:tr>
      <w:tr w:rsidR="00AC28A6" w:rsidRPr="00D170FE" w14:paraId="0A29EC0A" w14:textId="77777777" w:rsidTr="00E261AE">
        <w:trPr>
          <w:trHeight w:val="54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4B1A66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>Wiek</w:t>
            </w:r>
          </w:p>
        </w:tc>
        <w:tc>
          <w:tcPr>
            <w:tcW w:w="69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091E6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</w:p>
        </w:tc>
      </w:tr>
      <w:tr w:rsidR="00AC28A6" w:rsidRPr="00D170FE" w14:paraId="6E2C0158" w14:textId="77777777" w:rsidTr="00E261AE">
        <w:trPr>
          <w:trHeight w:val="515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50FA0D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PESEL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83F7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459E6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984C0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9C6E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0A58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9867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775F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23B7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2A21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F732" w14:textId="77777777" w:rsidR="00AC28A6" w:rsidRPr="00D170FE" w:rsidRDefault="00AC28A6" w:rsidP="00E261AE">
            <w:pPr>
              <w:spacing w:after="0" w:line="259" w:lineRule="auto"/>
              <w:ind w:left="20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6BF" w14:textId="77777777" w:rsidR="00AC28A6" w:rsidRPr="00D170FE" w:rsidRDefault="00AC28A6" w:rsidP="00E261AE">
            <w:pPr>
              <w:spacing w:after="0" w:line="259" w:lineRule="auto"/>
              <w:ind w:left="3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1102C716" w14:textId="77777777" w:rsidTr="00E261AE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8382" w14:textId="77777777" w:rsidR="00AC28A6" w:rsidRPr="00D170FE" w:rsidRDefault="00AC28A6" w:rsidP="00E261AE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D37E" w14:textId="77777777" w:rsidR="00AC28A6" w:rsidRPr="00D170FE" w:rsidRDefault="00963015" w:rsidP="00E261AE">
            <w:pPr>
              <w:spacing w:after="0" w:line="259" w:lineRule="auto"/>
              <w:ind w:left="18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201051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  <w:tc>
          <w:tcPr>
            <w:tcW w:w="53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F74445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brak numeru PESEL - należy zaznaczyć X </w:t>
            </w:r>
          </w:p>
        </w:tc>
      </w:tr>
      <w:tr w:rsidR="00AC28A6" w:rsidRPr="00D170FE" w14:paraId="215D256E" w14:textId="77777777" w:rsidTr="00E261AE">
        <w:trPr>
          <w:trHeight w:val="41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9C5D6D" w14:textId="77777777" w:rsidR="00AC28A6" w:rsidRPr="00D170FE" w:rsidRDefault="00AC28A6" w:rsidP="00E261AE">
            <w:pPr>
              <w:spacing w:after="6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  <w:p w14:paraId="33B8EE8C" w14:textId="77777777" w:rsidR="00AC28A6" w:rsidRPr="00D170FE" w:rsidRDefault="00AC28A6" w:rsidP="00E261AE">
            <w:pPr>
              <w:spacing w:after="6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Wykształcenie </w:t>
            </w:r>
          </w:p>
          <w:p w14:paraId="58A4436E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(należy zaznaczyć X) </w:t>
            </w: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BBB33F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Średnie I stopnia lub niższe (ISCED 0–2)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3B06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61641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AC28A6" w:rsidRPr="00D170FE" w14:paraId="6607058C" w14:textId="77777777" w:rsidTr="00E261AE">
        <w:trPr>
          <w:trHeight w:val="4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71B50C" w14:textId="77777777" w:rsidR="00AC28A6" w:rsidRPr="00D170FE" w:rsidRDefault="00AC28A6" w:rsidP="00E261AE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3B36CB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Ponadgimnazjalne (ISCED 3) lub policealne (ISCED 4)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F4BF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49448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AC28A6" w:rsidRPr="00D170FE" w14:paraId="4E9BA872" w14:textId="77777777" w:rsidTr="00E261AE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B49C" w14:textId="77777777" w:rsidR="00AC28A6" w:rsidRPr="00D170FE" w:rsidRDefault="00AC28A6" w:rsidP="00E261AE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599BF8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Wyższe (ISCED 5–8)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1DA9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9039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AC28A6" w:rsidRPr="00D170FE" w14:paraId="0C9FA3C5" w14:textId="77777777" w:rsidTr="00E261AE">
        <w:trPr>
          <w:trHeight w:val="42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9A0544" w14:textId="77777777" w:rsidR="00AC28A6" w:rsidRPr="00D170FE" w:rsidRDefault="00AC28A6" w:rsidP="00E261AE">
            <w:pPr>
              <w:spacing w:after="6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Obywatelstwo </w:t>
            </w:r>
          </w:p>
          <w:p w14:paraId="63C8D219" w14:textId="77777777" w:rsidR="00AC28A6" w:rsidRPr="00D170FE" w:rsidRDefault="00AC28A6" w:rsidP="00E261AE">
            <w:pPr>
              <w:spacing w:after="0" w:line="259" w:lineRule="auto"/>
              <w:ind w:left="17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(należy zaznaczyć X) </w:t>
            </w: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310577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Obywatelstwo polskie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6DCA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0503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AC28A6" w:rsidRPr="00D170FE" w14:paraId="1BF2F880" w14:textId="77777777" w:rsidTr="00E261AE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5A77AF" w14:textId="77777777" w:rsidR="00AC28A6" w:rsidRPr="00D170FE" w:rsidRDefault="00AC28A6" w:rsidP="00E261AE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AE5A7B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Brak polskiego obywatelstwa lub UE – obywatel kraju spoza UE/ bezpaństwowiec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D55B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14910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AC28A6" w:rsidRPr="00D170FE" w14:paraId="19ADA978" w14:textId="77777777" w:rsidTr="00E261A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0451" w14:textId="77777777" w:rsidR="00AC28A6" w:rsidRPr="00D170FE" w:rsidRDefault="00AC28A6" w:rsidP="00E261AE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6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966BA6" w14:textId="77777777" w:rsidR="00AC28A6" w:rsidRPr="00D170FE" w:rsidRDefault="00AC28A6" w:rsidP="00E261AE">
            <w:pPr>
              <w:spacing w:after="0" w:line="259" w:lineRule="auto"/>
              <w:ind w:left="18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Brak polskiego obywatelstwa – obywatel kraju UE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7913" w14:textId="77777777" w:rsidR="00AC28A6" w:rsidRPr="00D170FE" w:rsidRDefault="00963015" w:rsidP="00E261AE">
            <w:pPr>
              <w:spacing w:after="0"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128392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325F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</w:p>
        </w:tc>
      </w:tr>
    </w:tbl>
    <w:p w14:paraId="364B12B9" w14:textId="77777777" w:rsidR="00AC28A6" w:rsidRPr="00D170FE" w:rsidRDefault="00AC28A6" w:rsidP="00AC28A6">
      <w:pPr>
        <w:spacing w:after="0" w:line="259" w:lineRule="auto"/>
        <w:rPr>
          <w:rFonts w:cstheme="minorHAnsi"/>
        </w:rPr>
      </w:pPr>
      <w:r w:rsidRPr="00D170FE">
        <w:rPr>
          <w:rFonts w:cstheme="minorHAnsi"/>
          <w:b/>
          <w:i/>
        </w:rPr>
        <w:t xml:space="preserve"> </w:t>
      </w:r>
    </w:p>
    <w:tbl>
      <w:tblPr>
        <w:tblW w:w="10207" w:type="dxa"/>
        <w:tblInd w:w="-421" w:type="dxa"/>
        <w:tblCellMar>
          <w:top w:w="22" w:type="dxa"/>
          <w:left w:w="0" w:type="dxa"/>
          <w:right w:w="41" w:type="dxa"/>
        </w:tblCellMar>
        <w:tblLook w:val="04A0" w:firstRow="1" w:lastRow="0" w:firstColumn="1" w:lastColumn="0" w:noHBand="0" w:noVBand="1"/>
      </w:tblPr>
      <w:tblGrid>
        <w:gridCol w:w="4306"/>
        <w:gridCol w:w="5901"/>
      </w:tblGrid>
      <w:tr w:rsidR="00AC28A6" w:rsidRPr="00D170FE" w14:paraId="771326F9" w14:textId="77777777" w:rsidTr="00E261AE">
        <w:trPr>
          <w:trHeight w:val="34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1A0A89" w14:textId="77777777" w:rsidR="00AC28A6" w:rsidRPr="00C263BB" w:rsidRDefault="00AC28A6" w:rsidP="00E261AE">
            <w:pPr>
              <w:spacing w:after="0" w:line="259" w:lineRule="auto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>DANE KONTAKTOWE UCZESTNIKA/UCZESTNICZKI</w:t>
            </w:r>
          </w:p>
        </w:tc>
      </w:tr>
      <w:tr w:rsidR="00AC28A6" w:rsidRPr="00D170FE" w14:paraId="50EF571D" w14:textId="77777777" w:rsidTr="00E261AE">
        <w:trPr>
          <w:trHeight w:val="384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CB0C61" w14:textId="77777777" w:rsidR="00AC28A6" w:rsidRPr="00D170FE" w:rsidRDefault="00AC28A6" w:rsidP="00E261AE">
            <w:pPr>
              <w:spacing w:after="0" w:line="259" w:lineRule="auto"/>
              <w:ind w:left="107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Województwo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AAB2" w14:textId="77777777" w:rsidR="00AC28A6" w:rsidRPr="00D170FE" w:rsidRDefault="00AC28A6" w:rsidP="00E261AE">
            <w:pPr>
              <w:spacing w:after="0" w:line="259" w:lineRule="auto"/>
              <w:ind w:left="109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097F5972" w14:textId="77777777" w:rsidTr="00E261AE">
        <w:trPr>
          <w:trHeight w:val="445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EDD578" w14:textId="77777777" w:rsidR="00AC28A6" w:rsidRPr="00D170FE" w:rsidRDefault="00AC28A6" w:rsidP="00E261AE">
            <w:pPr>
              <w:spacing w:after="0" w:line="259" w:lineRule="auto"/>
              <w:ind w:left="107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Powiat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1F95" w14:textId="77777777" w:rsidR="00AC28A6" w:rsidRPr="00D170FE" w:rsidRDefault="00AC28A6" w:rsidP="00E261AE">
            <w:pPr>
              <w:spacing w:after="0" w:line="259" w:lineRule="auto"/>
              <w:ind w:left="109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46B9D0DA" w14:textId="77777777" w:rsidTr="00E261AE">
        <w:trPr>
          <w:trHeight w:val="421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97145F" w14:textId="77777777" w:rsidR="00AC28A6" w:rsidRPr="00D170FE" w:rsidRDefault="00AC28A6" w:rsidP="00E261AE">
            <w:pPr>
              <w:spacing w:after="0" w:line="259" w:lineRule="auto"/>
              <w:ind w:left="107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Gmina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75ED" w14:textId="77777777" w:rsidR="00AC28A6" w:rsidRPr="00D170FE" w:rsidRDefault="00AC28A6" w:rsidP="00E261AE">
            <w:pPr>
              <w:spacing w:after="0" w:line="259" w:lineRule="auto"/>
              <w:ind w:left="109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01BF302C" w14:textId="77777777" w:rsidTr="00E261AE">
        <w:trPr>
          <w:trHeight w:val="418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8E072C" w14:textId="77777777" w:rsidR="00AC28A6" w:rsidRPr="00D170FE" w:rsidRDefault="00AC28A6" w:rsidP="00E261AE">
            <w:pPr>
              <w:spacing w:after="0" w:line="259" w:lineRule="auto"/>
              <w:ind w:left="107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Miejscowość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03DE" w14:textId="77777777" w:rsidR="00AC28A6" w:rsidRPr="00D170FE" w:rsidRDefault="00AC28A6" w:rsidP="00E261AE">
            <w:pPr>
              <w:spacing w:after="0" w:line="259" w:lineRule="auto"/>
              <w:ind w:left="109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488FC7A6" w14:textId="77777777" w:rsidTr="00E261AE">
        <w:trPr>
          <w:trHeight w:val="420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A7B744" w14:textId="77777777" w:rsidR="00AC28A6" w:rsidRPr="00D170FE" w:rsidRDefault="00AC28A6" w:rsidP="00E261AE">
            <w:pPr>
              <w:spacing w:after="0" w:line="259" w:lineRule="auto"/>
              <w:ind w:left="107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Ulica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76C9" w14:textId="77777777" w:rsidR="00AC28A6" w:rsidRPr="00D170FE" w:rsidRDefault="00AC28A6" w:rsidP="00E261AE">
            <w:pPr>
              <w:spacing w:after="0" w:line="259" w:lineRule="auto"/>
              <w:ind w:left="109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6AA8B4BC" w14:textId="77777777" w:rsidTr="00E261AE">
        <w:trPr>
          <w:trHeight w:val="426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EB01D9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Nr budynku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B3CE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7749645F" w14:textId="77777777" w:rsidTr="00E261AE">
        <w:trPr>
          <w:trHeight w:val="434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2A7466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Nr lokalu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60AC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71189975" w14:textId="77777777" w:rsidTr="00E261AE">
        <w:trPr>
          <w:trHeight w:val="427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9C9210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Kod pocztowy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4BE6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0ACABDFB" w14:textId="77777777" w:rsidTr="00E261AE">
        <w:trPr>
          <w:trHeight w:val="418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C414B7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Telefon kontaktowy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8A06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6073DC2A" w14:textId="77777777" w:rsidTr="00E261AE">
        <w:trPr>
          <w:trHeight w:val="422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E709B2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>Adres e-mail</w:t>
            </w:r>
          </w:p>
        </w:tc>
        <w:tc>
          <w:tcPr>
            <w:tcW w:w="5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BE65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</w:tc>
      </w:tr>
    </w:tbl>
    <w:p w14:paraId="57D22F4B" w14:textId="77777777" w:rsidR="00AC28A6" w:rsidRPr="00D170FE" w:rsidRDefault="00AC28A6" w:rsidP="00AC28A6">
      <w:pPr>
        <w:spacing w:after="0" w:line="259" w:lineRule="auto"/>
        <w:jc w:val="both"/>
        <w:rPr>
          <w:rFonts w:cstheme="minorHAnsi"/>
        </w:rPr>
      </w:pPr>
      <w:r w:rsidRPr="00D170FE">
        <w:rPr>
          <w:rFonts w:cstheme="minorHAnsi"/>
          <w:b/>
          <w:i/>
        </w:rPr>
        <w:t xml:space="preserve"> </w:t>
      </w:r>
    </w:p>
    <w:tbl>
      <w:tblPr>
        <w:tblW w:w="10076" w:type="dxa"/>
        <w:tblInd w:w="-220" w:type="dxa"/>
        <w:tblCellMar>
          <w:top w:w="13" w:type="dxa"/>
          <w:left w:w="107" w:type="dxa"/>
          <w:right w:w="89" w:type="dxa"/>
        </w:tblCellMar>
        <w:tblLook w:val="04A0" w:firstRow="1" w:lastRow="0" w:firstColumn="1" w:lastColumn="0" w:noHBand="0" w:noVBand="1"/>
      </w:tblPr>
      <w:tblGrid>
        <w:gridCol w:w="9067"/>
        <w:gridCol w:w="1009"/>
      </w:tblGrid>
      <w:tr w:rsidR="00AC28A6" w:rsidRPr="00D170FE" w14:paraId="1F605ACE" w14:textId="77777777" w:rsidTr="00E261AE">
        <w:trPr>
          <w:trHeight w:val="643"/>
        </w:trPr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6D29A3" w14:textId="77777777" w:rsidR="00AC28A6" w:rsidRPr="00C263BB" w:rsidRDefault="00AC28A6" w:rsidP="00E261AE">
            <w:pPr>
              <w:spacing w:after="0" w:line="259" w:lineRule="auto"/>
              <w:ind w:left="312" w:right="202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>STATUS UCZESTNIKA/UCZESTNICZKI PROJEKTU W CHWILI PRZYSTĄPIENIA DO PROJEKTU</w:t>
            </w:r>
          </w:p>
          <w:p w14:paraId="37E32071" w14:textId="77777777" w:rsidR="00AC28A6" w:rsidRPr="00C263BB" w:rsidRDefault="00AC28A6" w:rsidP="00E261AE">
            <w:pPr>
              <w:spacing w:after="0" w:line="259" w:lineRule="auto"/>
              <w:ind w:left="312" w:right="202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 xml:space="preserve"> - proszę zaznaczyć właściwy status główny oraz wybrać opcję „w tym” </w:t>
            </w:r>
          </w:p>
        </w:tc>
      </w:tr>
      <w:tr w:rsidR="00AC28A6" w:rsidRPr="00D170FE" w14:paraId="7CE281EE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885CD0" w14:textId="77777777" w:rsidR="00AC28A6" w:rsidRPr="00D170FE" w:rsidRDefault="00AC28A6" w:rsidP="00C263BB">
            <w:r w:rsidRPr="00D170FE">
              <w:t>Osoba bezrobotna</w:t>
            </w:r>
            <w:r w:rsidRPr="00D170FE">
              <w:rPr>
                <w:i/>
              </w:rPr>
              <w:t xml:space="preserve">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75659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05D7871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5CB04958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9F8378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lastRenderedPageBreak/>
              <w:t>w tym: osoba długotrwale bezrobotna</w:t>
            </w:r>
            <w:r w:rsidRPr="00D170FE">
              <w:rPr>
                <w:rFonts w:cstheme="minorHAnsi"/>
                <w:b/>
              </w:rPr>
              <w:t xml:space="preserve">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059014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A835DBF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607B99FE" w14:textId="77777777" w:rsidTr="00E261AE">
        <w:trPr>
          <w:trHeight w:val="329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FA9074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 tym: inne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011646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84AA07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3BADEE96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CFA21C" w14:textId="77777777" w:rsidR="00AC28A6" w:rsidRPr="00D170FE" w:rsidRDefault="00AC28A6" w:rsidP="00C263BB">
            <w:r w:rsidRPr="00D170FE">
              <w:t xml:space="preserve">Osoba bierna zawodowo </w:t>
            </w:r>
          </w:p>
        </w:tc>
        <w:sdt>
          <w:sdtPr>
            <w:rPr>
              <w:rFonts w:cstheme="minorHAnsi"/>
              <w:sz w:val="44"/>
              <w:szCs w:val="44"/>
            </w:rPr>
            <w:id w:val="450835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88AB0D0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3C25456F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A6B953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 tym: inne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665164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206DE9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6E745DEE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E5793B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 tym: osoba ucząca się/odbywająca kształcenie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838910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68B855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3DAB784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44777D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 tym: osoba nieuczestnicząca w kształceniu lub szkoleniu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78942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AA8ABFC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7F3ED5D" w14:textId="77777777" w:rsidTr="00E261AE">
        <w:trPr>
          <w:trHeight w:val="329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F2782" w14:textId="77777777" w:rsidR="00AC28A6" w:rsidRPr="00D170FE" w:rsidRDefault="00AC28A6" w:rsidP="00C263BB">
            <w:r w:rsidRPr="00D170FE">
              <w:t xml:space="preserve">Osoba pracująca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53311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5B7713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0ACC9F2C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E60457" w14:textId="77777777" w:rsidR="00AC28A6" w:rsidRPr="00D170FE" w:rsidRDefault="00AC28A6" w:rsidP="00E261AE">
            <w:pPr>
              <w:spacing w:after="0" w:line="259" w:lineRule="auto"/>
              <w:ind w:left="600" w:hanging="49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w tym: osoba prowadząca działalność na własny rachunek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355849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416BAE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C04010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1EBEB666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030DDC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administracji rządowej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81845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379792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6F1752E2" w14:textId="77777777" w:rsidTr="00E261AE">
        <w:trPr>
          <w:trHeight w:val="645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68325C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administracji samorządowej [z wyłączeniem szkół i placówek systemu oświaty]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356346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60BBF4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21B540FA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D3A0BC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organizacji pozarządowej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885853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DCA3739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4021A69B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8A844C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MMŚP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752702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A022A67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5ED4DDE6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016571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dużym przedsiębiorstwie </w:t>
            </w:r>
          </w:p>
        </w:tc>
        <w:sdt>
          <w:sdtPr>
            <w:rPr>
              <w:rFonts w:cstheme="minorHAnsi"/>
              <w:sz w:val="44"/>
              <w:szCs w:val="44"/>
            </w:rPr>
            <w:id w:val="2034368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9D97C9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1E1F3A12" w14:textId="77777777" w:rsidTr="00E261AE">
        <w:trPr>
          <w:trHeight w:val="329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519F44" w14:textId="77777777" w:rsidR="00AC28A6" w:rsidRPr="00BF412A" w:rsidRDefault="00AC28A6" w:rsidP="00E261AE">
            <w:pPr>
              <w:spacing w:after="0" w:line="259" w:lineRule="auto"/>
              <w:ind w:left="61" w:firstLine="47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podmiocie wykonującym działalność leczniczą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813565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57BDF6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2AA04994" w14:textId="77777777" w:rsidTr="00E261AE">
        <w:trPr>
          <w:trHeight w:val="644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0384C1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szkole lub placówce systemu oświaty (kadra pedagogiczna)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002233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508B8A4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13C691FC" w14:textId="77777777" w:rsidTr="00E261AE">
        <w:trPr>
          <w:trHeight w:val="644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33745D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szkole lub placówce systemu oświaty (kadra niepedagogiczna)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237210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B0401D1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2FAA6427" w14:textId="77777777" w:rsidTr="00E261AE">
        <w:trPr>
          <w:trHeight w:val="64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DB291E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szkole lub placówce systemu oświaty (kadra zarządzająca) </w:t>
            </w:r>
          </w:p>
        </w:tc>
        <w:sdt>
          <w:sdtPr>
            <w:rPr>
              <w:rFonts w:cstheme="minorHAnsi"/>
              <w:sz w:val="44"/>
              <w:szCs w:val="44"/>
            </w:rPr>
            <w:id w:val="2069147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9C5430F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5AEE7C32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D0ED82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na uczelni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31472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3456B1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3A048673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1F7757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instytucie naukowym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4404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431EAAB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68E01DAE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A6CC02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instytucie badawczym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668322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BED4796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01885BE1" w14:textId="77777777" w:rsidTr="00E261AE">
        <w:trPr>
          <w:trHeight w:val="644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DF9465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lastRenderedPageBreak/>
              <w:t xml:space="preserve">w tym: osoba pracująca w instytucie działającym w ramach Sieci Badawczej Łukasiewicz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79903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4CCE05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5D7FFD0" w14:textId="77777777" w:rsidTr="00E261AE">
        <w:trPr>
          <w:trHeight w:val="32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973D8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w międzynarodowym instytucie naukowym </w:t>
            </w:r>
          </w:p>
        </w:tc>
        <w:sdt>
          <w:sdtPr>
            <w:rPr>
              <w:rFonts w:cstheme="minorHAnsi"/>
              <w:sz w:val="44"/>
              <w:szCs w:val="44"/>
            </w:rPr>
            <w:id w:val="1315679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21E0CA6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1A5C35FA" w14:textId="77777777" w:rsidTr="00E261AE">
        <w:trPr>
          <w:trHeight w:val="64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7DC1A6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dla federacji podmiotów systemu szkolnictwa wyższego i nauki 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40806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57AFD82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A48E408" w14:textId="77777777" w:rsidTr="00E261AE">
        <w:trPr>
          <w:trHeight w:val="32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8F71D0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osoba pracująca na rzecz państwowej osoby prawnej </w:t>
            </w:r>
          </w:p>
        </w:tc>
        <w:sdt>
          <w:sdtPr>
            <w:rPr>
              <w:rFonts w:cstheme="minorHAnsi"/>
              <w:sz w:val="44"/>
              <w:szCs w:val="44"/>
            </w:rPr>
            <w:id w:val="2121714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00E2908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0F59B719" w14:textId="77777777" w:rsidTr="00E261AE">
        <w:trPr>
          <w:trHeight w:val="326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60F5B9" w14:textId="77777777" w:rsidR="00AC28A6" w:rsidRPr="00BF412A" w:rsidRDefault="00AC28A6" w:rsidP="00E261AE">
            <w:pPr>
              <w:spacing w:after="0" w:line="259" w:lineRule="auto"/>
              <w:ind w:left="600" w:hanging="492"/>
              <w:jc w:val="both"/>
              <w:rPr>
                <w:rFonts w:cstheme="minorHAnsi"/>
                <w:sz w:val="24"/>
                <w:szCs w:val="24"/>
              </w:rPr>
            </w:pPr>
            <w:r w:rsidRPr="00BF412A">
              <w:rPr>
                <w:rFonts w:cstheme="minorHAnsi"/>
                <w:sz w:val="24"/>
                <w:szCs w:val="24"/>
              </w:rPr>
              <w:t xml:space="preserve">w tym: inne </w:t>
            </w:r>
          </w:p>
        </w:tc>
        <w:sdt>
          <w:sdtPr>
            <w:rPr>
              <w:rFonts w:cstheme="minorHAnsi"/>
              <w:sz w:val="44"/>
              <w:szCs w:val="44"/>
            </w:rPr>
            <w:id w:val="40002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7BFACEB" w14:textId="77777777" w:rsidR="00AC28A6" w:rsidRPr="00D170FE" w:rsidRDefault="00AC28A6" w:rsidP="00E261AE">
                <w:pPr>
                  <w:spacing w:after="0" w:line="259" w:lineRule="auto"/>
                  <w:ind w:left="49"/>
                  <w:jc w:val="center"/>
                  <w:rPr>
                    <w:rFonts w:cstheme="minorHAnsi"/>
                  </w:rPr>
                </w:pPr>
                <w:r w:rsidRPr="00F84209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</w:tbl>
    <w:p w14:paraId="7FD1FA24" w14:textId="77777777" w:rsidR="00AC28A6" w:rsidRPr="00D170FE" w:rsidRDefault="00AC28A6" w:rsidP="00AC28A6">
      <w:pPr>
        <w:spacing w:after="0" w:line="259" w:lineRule="auto"/>
        <w:jc w:val="both"/>
        <w:rPr>
          <w:rFonts w:cstheme="minorHAnsi"/>
          <w:b/>
          <w:i/>
        </w:rPr>
      </w:pPr>
      <w:r w:rsidRPr="00D170FE">
        <w:rPr>
          <w:rFonts w:cstheme="minorHAnsi"/>
          <w:b/>
          <w:i/>
        </w:rPr>
        <w:t xml:space="preserve"> </w:t>
      </w:r>
    </w:p>
    <w:tbl>
      <w:tblPr>
        <w:tblW w:w="10065" w:type="dxa"/>
        <w:tblInd w:w="-176" w:type="dxa"/>
        <w:tblCellMar>
          <w:top w:w="46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706"/>
        <w:gridCol w:w="4359"/>
      </w:tblGrid>
      <w:tr w:rsidR="00AC28A6" w:rsidRPr="00D170FE" w14:paraId="01D5F934" w14:textId="77777777" w:rsidTr="00E261AE">
        <w:trPr>
          <w:trHeight w:val="649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357642E5" w14:textId="77777777" w:rsidR="00AC28A6" w:rsidRPr="00C263BB" w:rsidRDefault="00AC28A6" w:rsidP="00E261AE">
            <w:pPr>
              <w:spacing w:after="0" w:line="259" w:lineRule="auto"/>
              <w:ind w:left="4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>STATUS OSOBY (UCZNIA/UCZENNICY) Z CHWILĄ PRZYSTĄPIENIA DO PROJEKTU</w:t>
            </w:r>
          </w:p>
          <w:p w14:paraId="14F122EF" w14:textId="77777777" w:rsidR="00AC28A6" w:rsidRPr="00D170FE" w:rsidRDefault="00AC28A6" w:rsidP="00E261AE">
            <w:pPr>
              <w:spacing w:after="0" w:line="259" w:lineRule="auto"/>
              <w:ind w:left="1"/>
              <w:jc w:val="center"/>
              <w:rPr>
                <w:rFonts w:cstheme="minorHAnsi"/>
              </w:rPr>
            </w:pPr>
            <w:r w:rsidRPr="00C263BB">
              <w:rPr>
                <w:rStyle w:val="Odwoanieintensywne"/>
              </w:rPr>
              <w:t>(należy odnieść się do każdego punktu)</w:t>
            </w:r>
            <w:r w:rsidRPr="00D170FE">
              <w:rPr>
                <w:rFonts w:cstheme="minorHAnsi"/>
              </w:rPr>
              <w:t xml:space="preserve"> </w:t>
            </w:r>
          </w:p>
        </w:tc>
      </w:tr>
      <w:tr w:rsidR="00AC28A6" w:rsidRPr="00D170FE" w14:paraId="237FE85B" w14:textId="77777777" w:rsidTr="00E261AE">
        <w:trPr>
          <w:trHeight w:val="472"/>
        </w:trPr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C5F338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</w:p>
          <w:p w14:paraId="2D106F15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Osoba obcego pochodzenia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4AE3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15568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-442608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Nie </w:t>
            </w:r>
          </w:p>
        </w:tc>
      </w:tr>
      <w:tr w:rsidR="00AC28A6" w:rsidRPr="00D170FE" w14:paraId="17EE12E1" w14:textId="77777777" w:rsidTr="00E261AE">
        <w:trPr>
          <w:trHeight w:val="472"/>
        </w:trPr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01ACD8" w14:textId="77777777" w:rsidR="00AC28A6" w:rsidRPr="00D170FE" w:rsidRDefault="00AC28A6" w:rsidP="00E261AE">
            <w:pPr>
              <w:spacing w:after="0" w:line="259" w:lineRule="auto"/>
              <w:ind w:left="3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  <w:p w14:paraId="4450C6BD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Osoba z państwa trzeciego*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2CA1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69606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168748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Nie </w:t>
            </w:r>
          </w:p>
        </w:tc>
      </w:tr>
      <w:tr w:rsidR="00AC28A6" w:rsidRPr="00D170FE" w14:paraId="46D84420" w14:textId="77777777" w:rsidTr="00E261AE">
        <w:trPr>
          <w:trHeight w:val="595"/>
        </w:trPr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56F4EB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</w:p>
          <w:p w14:paraId="59FE912B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Osoba należąca do mniejszości narodowej lub etnicznej (w tym społeczności marginalizowanej)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087F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24873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1737742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Nie  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-124510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Odmowa </w:t>
            </w:r>
          </w:p>
          <w:p w14:paraId="1996BCDE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                                            odpowiedzi </w:t>
            </w:r>
          </w:p>
        </w:tc>
      </w:tr>
      <w:tr w:rsidR="00AC28A6" w:rsidRPr="00D170FE" w14:paraId="0E4FACB2" w14:textId="77777777" w:rsidTr="00E261AE">
        <w:trPr>
          <w:trHeight w:val="449"/>
        </w:trPr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BA514B" w14:textId="77777777" w:rsidR="00AC28A6" w:rsidRPr="00D170FE" w:rsidRDefault="00AC28A6" w:rsidP="00E261AE">
            <w:pPr>
              <w:spacing w:after="0" w:line="259" w:lineRule="auto"/>
              <w:ind w:left="3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  <w:p w14:paraId="13CDAA00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Osoba bezdomna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904D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1308898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Tak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-166538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Nie </w:t>
            </w:r>
          </w:p>
        </w:tc>
      </w:tr>
      <w:tr w:rsidR="00AC28A6" w:rsidRPr="00D170FE" w14:paraId="4E9F5874" w14:textId="77777777" w:rsidTr="00E261AE">
        <w:trPr>
          <w:trHeight w:val="590"/>
        </w:trPr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A0F086" w14:textId="77777777" w:rsidR="00AC28A6" w:rsidRPr="00D170FE" w:rsidRDefault="00AC28A6" w:rsidP="00E261AE">
            <w:pPr>
              <w:spacing w:after="0" w:line="259" w:lineRule="auto"/>
              <w:ind w:left="3"/>
              <w:jc w:val="center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</w:t>
            </w:r>
          </w:p>
          <w:p w14:paraId="3637FF93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Osoba z niepełnosprawnością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7B67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-194113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165494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Nie 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2005311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Odmowa </w:t>
            </w:r>
          </w:p>
          <w:p w14:paraId="4D0EDF75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  <w:r w:rsidRPr="00D170FE">
              <w:rPr>
                <w:rFonts w:cstheme="minorHAnsi"/>
              </w:rPr>
              <w:t xml:space="preserve">                                             odpowiedzi </w:t>
            </w:r>
          </w:p>
        </w:tc>
      </w:tr>
    </w:tbl>
    <w:p w14:paraId="521148E2" w14:textId="77777777" w:rsidR="00AC28A6" w:rsidRPr="00D170FE" w:rsidRDefault="00AC28A6" w:rsidP="00AC28A6">
      <w:pPr>
        <w:spacing w:after="0" w:line="251" w:lineRule="auto"/>
        <w:ind w:left="-284" w:right="269"/>
        <w:rPr>
          <w:rFonts w:cstheme="minorHAnsi"/>
        </w:rPr>
      </w:pPr>
      <w:r w:rsidRPr="00D170FE">
        <w:rPr>
          <w:rFonts w:cstheme="minorHAnsi"/>
          <w:sz w:val="17"/>
        </w:rPr>
        <w:t xml:space="preserve">*obywatel państwa trzeciego – osoba, która nie jest obywatelem państwa członkowskiego Unii Europejskiej, w tym bezpaństwowiec w rozumieniu Konwencji o statusie bezpaństwowców z dnia 28 sierpnia 1954 r. i osoba bez ustalonego obywatelstwa </w:t>
      </w:r>
    </w:p>
    <w:p w14:paraId="7C25F1C5" w14:textId="77777777" w:rsidR="00AC28A6" w:rsidRPr="00D170FE" w:rsidRDefault="00AC28A6" w:rsidP="00AC28A6">
      <w:pPr>
        <w:spacing w:after="0" w:line="259" w:lineRule="auto"/>
        <w:ind w:left="-426"/>
        <w:jc w:val="both"/>
        <w:rPr>
          <w:rFonts w:cstheme="minorHAnsi"/>
        </w:rPr>
      </w:pPr>
    </w:p>
    <w:tbl>
      <w:tblPr>
        <w:tblW w:w="10065" w:type="dxa"/>
        <w:tblInd w:w="-176" w:type="dxa"/>
        <w:tblCellMar>
          <w:top w:w="46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8251"/>
        <w:gridCol w:w="1814"/>
      </w:tblGrid>
      <w:tr w:rsidR="00AC28A6" w:rsidRPr="00D170FE" w14:paraId="152BC014" w14:textId="77777777" w:rsidTr="00E261AE">
        <w:trPr>
          <w:trHeight w:val="649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B91371" w14:textId="77777777" w:rsidR="00AC28A6" w:rsidRPr="00C263BB" w:rsidRDefault="00AC28A6" w:rsidP="00E261AE">
            <w:pPr>
              <w:spacing w:after="0" w:line="259" w:lineRule="auto"/>
              <w:ind w:left="1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>OŚWIADCZAM, ŻE SPEŁNIAM NASTĘPUJĄCE KRYTERIUM DOSTĘPU - osoba zatrudniona w oparciu po Kartę Nauczyciela w (należy zaznaczyć X)</w:t>
            </w:r>
          </w:p>
        </w:tc>
      </w:tr>
      <w:tr w:rsidR="00AC28A6" w:rsidRPr="00D170FE" w14:paraId="52C176DA" w14:textId="77777777" w:rsidTr="00E261AE">
        <w:trPr>
          <w:trHeight w:val="472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747391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nr 1 z Oddziałami Sportowymi im. Ireny Szewińskiej w Międzyrzeczu</w:t>
            </w:r>
          </w:p>
        </w:tc>
        <w:sdt>
          <w:sdtPr>
            <w:rPr>
              <w:rFonts w:cstheme="minorHAnsi"/>
              <w:sz w:val="44"/>
              <w:szCs w:val="44"/>
            </w:rPr>
            <w:id w:val="-41894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825345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26F696E0" w14:textId="77777777" w:rsidTr="00E261AE">
        <w:trPr>
          <w:trHeight w:val="472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F95B8A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nr 2 im. Szarych Szeregów w Międzyrzeczu</w:t>
            </w:r>
          </w:p>
        </w:tc>
        <w:sdt>
          <w:sdtPr>
            <w:rPr>
              <w:rFonts w:cstheme="minorHAnsi"/>
              <w:sz w:val="44"/>
              <w:szCs w:val="44"/>
            </w:rPr>
            <w:id w:val="-2045896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39AEE1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4231DB1" w14:textId="77777777" w:rsidTr="00E261AE">
        <w:trPr>
          <w:trHeight w:val="595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06DE7F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nr 3 im. Powstańców Wielkopolskich w Międzyrzeczu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797982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92A725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5D894F4" w14:textId="77777777" w:rsidTr="00E261AE">
        <w:trPr>
          <w:trHeight w:val="449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6F4D5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nr 4 w Międzyrzeczu</w:t>
            </w:r>
          </w:p>
        </w:tc>
        <w:sdt>
          <w:sdtPr>
            <w:rPr>
              <w:rFonts w:cstheme="minorHAnsi"/>
              <w:sz w:val="44"/>
              <w:szCs w:val="44"/>
            </w:rPr>
            <w:id w:val="-1228064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5B47A7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3B42D48A" w14:textId="77777777" w:rsidTr="00E261AE">
        <w:trPr>
          <w:trHeight w:val="590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D749D5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nr 6 im. Adama Mickiewicza w Międzyrzeczu</w:t>
            </w:r>
          </w:p>
        </w:tc>
        <w:sdt>
          <w:sdtPr>
            <w:rPr>
              <w:rFonts w:cstheme="minorHAnsi"/>
              <w:sz w:val="44"/>
              <w:szCs w:val="44"/>
            </w:rPr>
            <w:id w:val="992990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382727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 w:rsidRPr="00D170FE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071BB5BB" w14:textId="77777777" w:rsidTr="00E261AE">
        <w:trPr>
          <w:trHeight w:val="590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E09604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lastRenderedPageBreak/>
              <w:t>Szkoła Podstawowa w Bukowcu</w:t>
            </w:r>
          </w:p>
        </w:tc>
        <w:sdt>
          <w:sdtPr>
            <w:rPr>
              <w:rFonts w:cstheme="minorHAnsi"/>
              <w:sz w:val="44"/>
              <w:szCs w:val="44"/>
            </w:rPr>
            <w:id w:val="-482385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E7CFCC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 w:rsidRPr="00B4464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4D13D5E1" w14:textId="77777777" w:rsidTr="00E261AE">
        <w:trPr>
          <w:trHeight w:val="590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177AB5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AC4282">
              <w:rPr>
                <w:sz w:val="24"/>
                <w:szCs w:val="24"/>
              </w:rPr>
              <w:t>Szkoła Podstawowa w Kaławie</w:t>
            </w:r>
          </w:p>
        </w:tc>
        <w:sdt>
          <w:sdtPr>
            <w:rPr>
              <w:rFonts w:cstheme="minorHAnsi"/>
              <w:sz w:val="44"/>
              <w:szCs w:val="44"/>
            </w:rPr>
            <w:id w:val="124900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CB5F4D" w14:textId="77777777" w:rsidR="00AC28A6" w:rsidRPr="00D170FE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  <w:tr w:rsidR="00AC28A6" w:rsidRPr="00D170FE" w14:paraId="77734D44" w14:textId="77777777" w:rsidTr="00E261AE">
        <w:trPr>
          <w:trHeight w:val="590"/>
        </w:trPr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00E877" w14:textId="77777777" w:rsidR="00AC28A6" w:rsidRPr="000B09ED" w:rsidRDefault="00AC28A6" w:rsidP="00E261AE">
            <w:pPr>
              <w:spacing w:after="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0B09ED">
              <w:rPr>
                <w:sz w:val="24"/>
                <w:szCs w:val="24"/>
              </w:rPr>
              <w:t xml:space="preserve">rak kompetencji/kwalifikacji zawodowych, niepełne kompetencje/kwalifikacje zawodowe wymagające uzupełnienia wiedzy w zakresie prowadzonych zajęć </w:t>
            </w:r>
          </w:p>
          <w:p w14:paraId="76E2DAE5" w14:textId="77777777" w:rsidR="00AC28A6" w:rsidRPr="00AC4282" w:rsidRDefault="00AC28A6" w:rsidP="00E261AE">
            <w:pPr>
              <w:spacing w:after="0" w:line="259" w:lineRule="auto"/>
              <w:rPr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44"/>
              <w:szCs w:val="44"/>
            </w:rPr>
            <w:id w:val="1408041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F46FD6" w14:textId="77777777" w:rsidR="00AC28A6" w:rsidRPr="00B44648" w:rsidRDefault="00AC28A6" w:rsidP="00E261AE">
                <w:pPr>
                  <w:spacing w:after="0" w:line="259" w:lineRule="auto"/>
                  <w:ind w:left="2"/>
                  <w:jc w:val="center"/>
                  <w:rPr>
                    <w:rFonts w:cstheme="minorHAnsi"/>
                    <w:sz w:val="44"/>
                    <w:szCs w:val="44"/>
                  </w:rPr>
                </w:pPr>
                <w:r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p>
            </w:tc>
          </w:sdtContent>
        </w:sdt>
      </w:tr>
    </w:tbl>
    <w:p w14:paraId="1D681288" w14:textId="77777777" w:rsidR="00AC28A6" w:rsidRDefault="00AC28A6" w:rsidP="00AC28A6">
      <w:pPr>
        <w:spacing w:after="0" w:line="259" w:lineRule="auto"/>
        <w:rPr>
          <w:rFonts w:cstheme="minorHAnsi"/>
          <w:b/>
          <w:i/>
        </w:rPr>
      </w:pPr>
      <w:r w:rsidRPr="00D170FE">
        <w:rPr>
          <w:rFonts w:cstheme="minorHAnsi"/>
          <w:b/>
          <w:i/>
        </w:rPr>
        <w:t xml:space="preserve"> </w:t>
      </w:r>
    </w:p>
    <w:p w14:paraId="3C9BA361" w14:textId="77777777" w:rsidR="00AC28A6" w:rsidRDefault="00AC28A6" w:rsidP="00AC28A6">
      <w:pPr>
        <w:spacing w:after="0" w:line="259" w:lineRule="auto"/>
        <w:rPr>
          <w:rFonts w:cstheme="minorHAnsi"/>
          <w:b/>
          <w:i/>
        </w:rPr>
      </w:pPr>
    </w:p>
    <w:p w14:paraId="39D78E04" w14:textId="3001E314" w:rsidR="00AC28A6" w:rsidRPr="00C263BB" w:rsidRDefault="00912987" w:rsidP="00AC28A6">
      <w:pPr>
        <w:spacing w:after="0" w:line="259" w:lineRule="auto"/>
        <w:rPr>
          <w:rStyle w:val="Odwoanieintensywne"/>
        </w:rPr>
      </w:pPr>
      <w:r>
        <w:rPr>
          <w:rStyle w:val="Odwoanieintensywne"/>
        </w:rPr>
        <w:t>Wpisz nazwę preferowanego przez ciebie szkolenia/kursu/studiów podyplomowych itp.</w:t>
      </w:r>
      <w:r w:rsidR="00AC28A6" w:rsidRPr="00C263BB">
        <w:rPr>
          <w:rStyle w:val="Odwoanieintensywne"/>
        </w:rPr>
        <w:t>:</w:t>
      </w:r>
    </w:p>
    <w:p w14:paraId="1D6FF7C3" w14:textId="77777777" w:rsidR="00AC28A6" w:rsidRDefault="00AC28A6" w:rsidP="00AC28A6">
      <w:pPr>
        <w:spacing w:after="0" w:line="259" w:lineRule="auto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80B22E" w14:textId="77777777" w:rsidR="00AC28A6" w:rsidRDefault="00AC28A6" w:rsidP="00AC28A6">
      <w:pPr>
        <w:spacing w:after="0" w:line="259" w:lineRule="auto"/>
        <w:rPr>
          <w:rFonts w:cstheme="minorHAnsi"/>
          <w:b/>
          <w:i/>
        </w:rPr>
      </w:pPr>
    </w:p>
    <w:p w14:paraId="43406D58" w14:textId="77777777" w:rsidR="00AC28A6" w:rsidRPr="00D170FE" w:rsidRDefault="00AC28A6" w:rsidP="00AC28A6">
      <w:pPr>
        <w:spacing w:after="0" w:line="259" w:lineRule="auto"/>
        <w:rPr>
          <w:rFonts w:cstheme="minorHAnsi"/>
        </w:rPr>
      </w:pPr>
    </w:p>
    <w:tbl>
      <w:tblPr>
        <w:tblW w:w="1038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2339"/>
        <w:gridCol w:w="2863"/>
        <w:gridCol w:w="5182"/>
      </w:tblGrid>
      <w:tr w:rsidR="00AC28A6" w:rsidRPr="00D170FE" w14:paraId="2D9C8CA2" w14:textId="77777777" w:rsidTr="00E261AE">
        <w:trPr>
          <w:trHeight w:val="679"/>
        </w:trPr>
        <w:tc>
          <w:tcPr>
            <w:tcW w:w="10384" w:type="dxa"/>
            <w:gridSpan w:val="3"/>
            <w:shd w:val="clear" w:color="auto" w:fill="D9D9D9"/>
          </w:tcPr>
          <w:p w14:paraId="19AFB2B2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  <w:b/>
              </w:rPr>
            </w:pPr>
          </w:p>
          <w:p w14:paraId="04671575" w14:textId="77777777" w:rsidR="00AC28A6" w:rsidRPr="00C263BB" w:rsidRDefault="00AC28A6" w:rsidP="00E261AE">
            <w:pPr>
              <w:spacing w:after="0" w:line="259" w:lineRule="auto"/>
              <w:jc w:val="center"/>
              <w:rPr>
                <w:rStyle w:val="Odwoanieintensywne"/>
              </w:rPr>
            </w:pPr>
            <w:r w:rsidRPr="00C263BB">
              <w:rPr>
                <w:rStyle w:val="Odwoanieintensywne"/>
              </w:rPr>
              <w:t xml:space="preserve">INFORMACJA DOTYCZĄCA SZCZEGÓŁOWYCH   POTRZEB W ZAKRESIE WYŻYWIENIA </w:t>
            </w:r>
          </w:p>
          <w:p w14:paraId="01AEE53A" w14:textId="77777777" w:rsidR="00AC28A6" w:rsidRPr="00D170FE" w:rsidRDefault="00AC28A6" w:rsidP="00E261AE">
            <w:pPr>
              <w:spacing w:after="0" w:line="259" w:lineRule="auto"/>
              <w:jc w:val="center"/>
              <w:rPr>
                <w:rFonts w:cstheme="minorHAnsi"/>
                <w:b/>
                <w:szCs w:val="24"/>
              </w:rPr>
            </w:pPr>
            <w:r w:rsidRPr="00C263BB">
              <w:rPr>
                <w:rStyle w:val="Odwoanieintensywne"/>
              </w:rPr>
              <w:t>I INNYCH</w:t>
            </w:r>
          </w:p>
        </w:tc>
      </w:tr>
      <w:tr w:rsidR="00AC28A6" w:rsidRPr="00D170FE" w14:paraId="1E829985" w14:textId="77777777" w:rsidTr="00E261AE">
        <w:trPr>
          <w:trHeight w:val="816"/>
        </w:trPr>
        <w:tc>
          <w:tcPr>
            <w:tcW w:w="2339" w:type="dxa"/>
            <w:vMerge w:val="restart"/>
            <w:shd w:val="clear" w:color="auto" w:fill="D9D9D9"/>
          </w:tcPr>
          <w:p w14:paraId="69CBDCEC" w14:textId="77777777" w:rsidR="00AC28A6" w:rsidRPr="00D170FE" w:rsidRDefault="00AC28A6" w:rsidP="00E261AE">
            <w:pPr>
              <w:spacing w:after="0" w:line="259" w:lineRule="auto"/>
              <w:ind w:left="3"/>
              <w:rPr>
                <w:rFonts w:cstheme="minorHAnsi"/>
              </w:rPr>
            </w:pPr>
            <w:r w:rsidRPr="00D170FE">
              <w:rPr>
                <w:rFonts w:cstheme="minorHAnsi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4CE731CF" w14:textId="77777777" w:rsidR="00AC28A6" w:rsidRPr="00D170FE" w:rsidRDefault="00AC28A6" w:rsidP="00AC28A6">
            <w:pPr>
              <w:pStyle w:val="Akapitzlist"/>
              <w:numPr>
                <w:ilvl w:val="0"/>
                <w:numId w:val="2"/>
              </w:num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Szczególne potrzeby w zakresie wyżywienia</w:t>
            </w:r>
          </w:p>
        </w:tc>
        <w:tc>
          <w:tcPr>
            <w:tcW w:w="5182" w:type="dxa"/>
            <w:vAlign w:val="center"/>
          </w:tcPr>
          <w:p w14:paraId="5C6EB780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22565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B4464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6156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B44648">
              <w:rPr>
                <w:rFonts w:cstheme="minorHAnsi"/>
                <w:sz w:val="44"/>
                <w:szCs w:val="44"/>
              </w:rPr>
              <w:t xml:space="preserve"> </w:t>
            </w:r>
            <w:r w:rsidR="00AC28A6" w:rsidRPr="00D170FE">
              <w:rPr>
                <w:rFonts w:cstheme="minorHAnsi"/>
              </w:rPr>
              <w:t xml:space="preserve">Nie            </w:t>
            </w:r>
          </w:p>
        </w:tc>
      </w:tr>
      <w:tr w:rsidR="00AC28A6" w:rsidRPr="00D170FE" w14:paraId="74128EF2" w14:textId="77777777" w:rsidTr="00E261AE">
        <w:trPr>
          <w:trHeight w:val="620"/>
        </w:trPr>
        <w:tc>
          <w:tcPr>
            <w:tcW w:w="2339" w:type="dxa"/>
            <w:vMerge/>
            <w:shd w:val="clear" w:color="auto" w:fill="D9D9D9"/>
            <w:vAlign w:val="center"/>
          </w:tcPr>
          <w:p w14:paraId="13484C00" w14:textId="77777777" w:rsidR="00AC28A6" w:rsidRPr="00D170FE" w:rsidRDefault="00AC28A6" w:rsidP="00E261AE">
            <w:pPr>
              <w:spacing w:after="0" w:line="259" w:lineRule="auto"/>
              <w:ind w:left="3"/>
              <w:jc w:val="center"/>
              <w:rPr>
                <w:rFonts w:cstheme="minorHAnsi"/>
              </w:rPr>
            </w:pPr>
          </w:p>
        </w:tc>
        <w:tc>
          <w:tcPr>
            <w:tcW w:w="2863" w:type="dxa"/>
            <w:shd w:val="clear" w:color="auto" w:fill="D9D9D9"/>
          </w:tcPr>
          <w:p w14:paraId="579856D1" w14:textId="77777777" w:rsidR="00AC28A6" w:rsidRPr="00D170FE" w:rsidRDefault="00AC28A6" w:rsidP="00AC28A6">
            <w:pPr>
              <w:pStyle w:val="Akapitzlist"/>
              <w:numPr>
                <w:ilvl w:val="0"/>
                <w:numId w:val="2"/>
              </w:numPr>
              <w:spacing w:after="0" w:line="259" w:lineRule="auto"/>
              <w:rPr>
                <w:rFonts w:cstheme="minorHAnsi"/>
                <w:szCs w:val="20"/>
              </w:rPr>
            </w:pPr>
            <w:r w:rsidRPr="00D170FE">
              <w:rPr>
                <w:rFonts w:cstheme="minorHAnsi"/>
                <w:szCs w:val="20"/>
              </w:rPr>
              <w:t>Inne (szczególne preferencje, potrzeby)</w:t>
            </w:r>
          </w:p>
        </w:tc>
        <w:tc>
          <w:tcPr>
            <w:tcW w:w="5182" w:type="dxa"/>
            <w:vAlign w:val="center"/>
          </w:tcPr>
          <w:p w14:paraId="0A478052" w14:textId="77777777" w:rsidR="00AC28A6" w:rsidRPr="00D170FE" w:rsidRDefault="00963015" w:rsidP="00E261AE">
            <w:pPr>
              <w:spacing w:after="0" w:line="259" w:lineRule="auto"/>
              <w:ind w:left="2"/>
              <w:rPr>
                <w:rFonts w:cstheme="minorHAnsi"/>
              </w:rPr>
            </w:pPr>
            <w:sdt>
              <w:sdtPr>
                <w:rPr>
                  <w:rFonts w:cstheme="minorHAnsi"/>
                  <w:sz w:val="44"/>
                  <w:szCs w:val="44"/>
                </w:rPr>
                <w:id w:val="441038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B4464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Tak          </w:t>
            </w:r>
            <w:sdt>
              <w:sdtPr>
                <w:rPr>
                  <w:rFonts w:cstheme="minorHAnsi"/>
                  <w:sz w:val="44"/>
                  <w:szCs w:val="44"/>
                </w:rPr>
                <w:id w:val="46331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8A6" w:rsidRPr="00B44648">
                  <w:rPr>
                    <w:rFonts w:ascii="MS Gothic" w:eastAsia="MS Gothic" w:hAnsi="MS Gothic" w:cstheme="minorHAnsi" w:hint="eastAsia"/>
                    <w:sz w:val="44"/>
                    <w:szCs w:val="44"/>
                  </w:rPr>
                  <w:t>☐</w:t>
                </w:r>
              </w:sdtContent>
            </w:sdt>
            <w:r w:rsidR="00AC28A6" w:rsidRPr="00D170FE">
              <w:rPr>
                <w:rFonts w:cstheme="minorHAnsi"/>
              </w:rPr>
              <w:t xml:space="preserve"> Nie            </w:t>
            </w:r>
          </w:p>
        </w:tc>
      </w:tr>
      <w:tr w:rsidR="00AC28A6" w:rsidRPr="00D170FE" w14:paraId="05D27D87" w14:textId="77777777" w:rsidTr="00E261AE">
        <w:trPr>
          <w:trHeight w:val="816"/>
        </w:trPr>
        <w:tc>
          <w:tcPr>
            <w:tcW w:w="5202" w:type="dxa"/>
            <w:gridSpan w:val="2"/>
            <w:shd w:val="clear" w:color="auto" w:fill="D9D9D9"/>
            <w:vAlign w:val="center"/>
          </w:tcPr>
          <w:p w14:paraId="0702CCDC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Jeśli w pkt 1 zaznaczono Tak, proszę wymienić potrzeby w zakresie wyżywienia</w:t>
            </w:r>
          </w:p>
        </w:tc>
        <w:tc>
          <w:tcPr>
            <w:tcW w:w="5182" w:type="dxa"/>
            <w:vAlign w:val="center"/>
          </w:tcPr>
          <w:p w14:paraId="1179B99D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</w:p>
        </w:tc>
      </w:tr>
      <w:tr w:rsidR="00AC28A6" w:rsidRPr="00D170FE" w14:paraId="501F5713" w14:textId="77777777" w:rsidTr="00E261AE">
        <w:trPr>
          <w:trHeight w:val="816"/>
        </w:trPr>
        <w:tc>
          <w:tcPr>
            <w:tcW w:w="5202" w:type="dxa"/>
            <w:gridSpan w:val="2"/>
            <w:shd w:val="clear" w:color="auto" w:fill="D9D9D9"/>
            <w:vAlign w:val="center"/>
          </w:tcPr>
          <w:p w14:paraId="77264E13" w14:textId="77777777" w:rsidR="00AC28A6" w:rsidRPr="00D170FE" w:rsidRDefault="00AC28A6" w:rsidP="00E261AE">
            <w:pPr>
              <w:spacing w:after="0" w:line="259" w:lineRule="auto"/>
              <w:rPr>
                <w:rFonts w:cstheme="minorHAnsi"/>
              </w:rPr>
            </w:pPr>
            <w:r w:rsidRPr="00D170FE">
              <w:rPr>
                <w:rFonts w:cstheme="minorHAnsi"/>
              </w:rPr>
              <w:t>Jeśli w pkt 2 zaznaczono tak, proszę wymienić potrzeby:</w:t>
            </w:r>
          </w:p>
        </w:tc>
        <w:tc>
          <w:tcPr>
            <w:tcW w:w="5182" w:type="dxa"/>
            <w:vAlign w:val="center"/>
          </w:tcPr>
          <w:p w14:paraId="138E2B49" w14:textId="77777777" w:rsidR="00AC28A6" w:rsidRPr="00D170FE" w:rsidRDefault="00AC28A6" w:rsidP="00E261AE">
            <w:pPr>
              <w:spacing w:after="0" w:line="259" w:lineRule="auto"/>
              <w:ind w:left="2"/>
              <w:rPr>
                <w:rFonts w:cstheme="minorHAnsi"/>
              </w:rPr>
            </w:pPr>
          </w:p>
        </w:tc>
      </w:tr>
    </w:tbl>
    <w:p w14:paraId="5D5C5FA6" w14:textId="77777777" w:rsidR="00AC28A6" w:rsidRPr="00D170FE" w:rsidRDefault="00AC28A6" w:rsidP="00AC28A6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59010C5" w14:textId="77A195B7" w:rsidR="00AC28A6" w:rsidRPr="00D170FE" w:rsidRDefault="00AC28A6" w:rsidP="00C43A47">
      <w:pPr>
        <w:spacing w:after="0" w:line="259" w:lineRule="auto"/>
        <w:jc w:val="both"/>
        <w:rPr>
          <w:rFonts w:cstheme="minorHAnsi"/>
        </w:rPr>
      </w:pPr>
    </w:p>
    <w:p w14:paraId="12E04A15" w14:textId="77777777" w:rsidR="00AC28A6" w:rsidRPr="00D170FE" w:rsidRDefault="00AC28A6" w:rsidP="00AC28A6">
      <w:pPr>
        <w:tabs>
          <w:tab w:val="right" w:pos="9642"/>
        </w:tabs>
        <w:spacing w:after="31"/>
        <w:ind w:left="-15"/>
        <w:rPr>
          <w:rFonts w:cstheme="minorHAnsi"/>
        </w:rPr>
      </w:pPr>
      <w:r w:rsidRPr="00D170FE">
        <w:rPr>
          <w:rFonts w:cstheme="minorHAnsi"/>
        </w:rPr>
        <w:t xml:space="preserve">..................................................  </w:t>
      </w:r>
      <w:r w:rsidRPr="00D170FE">
        <w:rPr>
          <w:rFonts w:cstheme="minorHAnsi"/>
        </w:rPr>
        <w:tab/>
        <w:t xml:space="preserve">................................................  </w:t>
      </w:r>
    </w:p>
    <w:p w14:paraId="4186CC6A" w14:textId="77777777" w:rsidR="00AC28A6" w:rsidRPr="00D170FE" w:rsidRDefault="00AC28A6" w:rsidP="00AC28A6">
      <w:pPr>
        <w:tabs>
          <w:tab w:val="right" w:pos="9642"/>
        </w:tabs>
        <w:spacing w:after="17"/>
        <w:ind w:left="-15"/>
        <w:rPr>
          <w:rFonts w:cstheme="minorHAnsi"/>
          <w:sz w:val="20"/>
          <w:szCs w:val="20"/>
        </w:rPr>
      </w:pPr>
      <w:r w:rsidRPr="00D170FE">
        <w:rPr>
          <w:rFonts w:cstheme="minorHAnsi"/>
          <w:sz w:val="20"/>
          <w:szCs w:val="20"/>
        </w:rPr>
        <w:t xml:space="preserve">       miejscowość i </w:t>
      </w:r>
      <w:proofErr w:type="gramStart"/>
      <w:r w:rsidRPr="00D170FE">
        <w:rPr>
          <w:rFonts w:cstheme="minorHAnsi"/>
          <w:sz w:val="20"/>
          <w:szCs w:val="20"/>
        </w:rPr>
        <w:t xml:space="preserve">data  </w:t>
      </w:r>
      <w:r w:rsidRPr="00D170FE">
        <w:rPr>
          <w:rFonts w:cstheme="minorHAnsi"/>
          <w:sz w:val="20"/>
          <w:szCs w:val="20"/>
        </w:rPr>
        <w:tab/>
      </w:r>
      <w:proofErr w:type="gramEnd"/>
      <w:r w:rsidRPr="00D170FE">
        <w:rPr>
          <w:rFonts w:cstheme="minorHAnsi"/>
          <w:sz w:val="20"/>
          <w:szCs w:val="20"/>
        </w:rPr>
        <w:t xml:space="preserve">czytelny podpis uczestnika projektu                                                    </w:t>
      </w:r>
    </w:p>
    <w:p w14:paraId="6B5CCE9B" w14:textId="77777777" w:rsidR="00AC28A6" w:rsidRPr="00D170FE" w:rsidRDefault="00AC28A6" w:rsidP="00AC28A6">
      <w:pPr>
        <w:tabs>
          <w:tab w:val="right" w:pos="9642"/>
        </w:tabs>
        <w:spacing w:after="17"/>
        <w:rPr>
          <w:rFonts w:cstheme="minorHAnsi"/>
        </w:rPr>
      </w:pPr>
    </w:p>
    <w:p w14:paraId="541F6063" w14:textId="77777777" w:rsidR="00AC28A6" w:rsidRDefault="00AC28A6" w:rsidP="00AC28A6">
      <w:pPr>
        <w:spacing w:after="221" w:line="259" w:lineRule="auto"/>
        <w:ind w:right="6"/>
        <w:rPr>
          <w:rFonts w:cstheme="minorHAnsi"/>
          <w:b/>
        </w:rPr>
      </w:pPr>
    </w:p>
    <w:p w14:paraId="3AF8C60E" w14:textId="77777777" w:rsidR="00912987" w:rsidRDefault="00912987" w:rsidP="00AC28A6">
      <w:pPr>
        <w:spacing w:after="221" w:line="259" w:lineRule="auto"/>
        <w:ind w:right="6"/>
        <w:jc w:val="center"/>
        <w:rPr>
          <w:rStyle w:val="Odwoanieintensywne"/>
          <w:sz w:val="28"/>
          <w:szCs w:val="28"/>
        </w:rPr>
      </w:pPr>
    </w:p>
    <w:p w14:paraId="52C1A190" w14:textId="537141DE" w:rsidR="00AC28A6" w:rsidRPr="00C263BB" w:rsidRDefault="00AC28A6" w:rsidP="00AC28A6">
      <w:pPr>
        <w:spacing w:after="221" w:line="259" w:lineRule="auto"/>
        <w:ind w:right="6"/>
        <w:jc w:val="center"/>
        <w:rPr>
          <w:rStyle w:val="Odwoanieintensywne"/>
          <w:sz w:val="28"/>
          <w:szCs w:val="28"/>
        </w:rPr>
      </w:pPr>
      <w:r w:rsidRPr="00C263BB">
        <w:rPr>
          <w:rStyle w:val="Odwoanieintensywne"/>
          <w:sz w:val="28"/>
          <w:szCs w:val="28"/>
        </w:rPr>
        <w:lastRenderedPageBreak/>
        <w:t xml:space="preserve">OŚWIADCZENIE UCZESTNIKA PROJEKTU </w:t>
      </w:r>
    </w:p>
    <w:p w14:paraId="695FE4DB" w14:textId="77777777" w:rsidR="00AC28A6" w:rsidRPr="00D170FE" w:rsidRDefault="00AC28A6" w:rsidP="00AC28A6">
      <w:pPr>
        <w:spacing w:after="217" w:line="259" w:lineRule="auto"/>
        <w:rPr>
          <w:rFonts w:cstheme="minorHAnsi"/>
        </w:rPr>
      </w:pPr>
      <w:r w:rsidRPr="00D170FE">
        <w:rPr>
          <w:rFonts w:cstheme="minorHAnsi"/>
        </w:rPr>
        <w:t xml:space="preserve"> </w:t>
      </w:r>
    </w:p>
    <w:p w14:paraId="1EDB93B5" w14:textId="77777777" w:rsidR="00AC28A6" w:rsidRPr="00D170FE" w:rsidRDefault="00AC28A6" w:rsidP="00963015">
      <w:pPr>
        <w:spacing w:after="193"/>
        <w:ind w:left="-5"/>
        <w:rPr>
          <w:rFonts w:cstheme="minorHAnsi"/>
        </w:rPr>
      </w:pPr>
      <w:r w:rsidRPr="00D170FE">
        <w:rPr>
          <w:rFonts w:cstheme="minorHAnsi"/>
        </w:rPr>
        <w:t xml:space="preserve">Oświadczam, że:  </w:t>
      </w:r>
    </w:p>
    <w:p w14:paraId="68BE3AAD" w14:textId="77777777" w:rsidR="00AC28A6" w:rsidRPr="00B44648" w:rsidRDefault="00AC28A6" w:rsidP="00963015">
      <w:pPr>
        <w:pStyle w:val="Akapitzlist"/>
        <w:numPr>
          <w:ilvl w:val="0"/>
          <w:numId w:val="4"/>
        </w:numPr>
        <w:spacing w:after="29" w:line="286" w:lineRule="auto"/>
        <w:rPr>
          <w:rFonts w:cstheme="minorHAnsi"/>
        </w:rPr>
      </w:pPr>
      <w:r w:rsidRPr="00B44648">
        <w:rPr>
          <w:rFonts w:cstheme="minorHAnsi"/>
        </w:rPr>
        <w:t>Zapoznałem/-</w:t>
      </w:r>
      <w:proofErr w:type="spellStart"/>
      <w:r w:rsidRPr="00B44648">
        <w:rPr>
          <w:rFonts w:cstheme="minorHAnsi"/>
        </w:rPr>
        <w:t>am</w:t>
      </w:r>
      <w:proofErr w:type="spellEnd"/>
      <w:r w:rsidRPr="00B44648">
        <w:rPr>
          <w:rFonts w:cstheme="minorHAnsi"/>
        </w:rPr>
        <w:t xml:space="preserve"> się z Regulaminem rekrutacji i uczestnictwa w projekcie, akceptuję jego warunki i zobowiązuję się do respektowania zawartych w nim postanowień oraz ewentualnych późniejszych jego zmian.   </w:t>
      </w:r>
    </w:p>
    <w:p w14:paraId="64DDFA54" w14:textId="77777777" w:rsidR="00AC28A6" w:rsidRPr="00B44648" w:rsidRDefault="00AC28A6" w:rsidP="00963015">
      <w:pPr>
        <w:pStyle w:val="Akapitzlist"/>
        <w:numPr>
          <w:ilvl w:val="0"/>
          <w:numId w:val="4"/>
        </w:numPr>
        <w:spacing w:after="46" w:line="268" w:lineRule="auto"/>
        <w:rPr>
          <w:rFonts w:cstheme="minorHAnsi"/>
        </w:rPr>
      </w:pPr>
      <w:r w:rsidRPr="00B44648">
        <w:rPr>
          <w:rFonts w:cstheme="minorHAnsi"/>
        </w:rPr>
        <w:t>Zostałem/-</w:t>
      </w:r>
      <w:proofErr w:type="spellStart"/>
      <w:r w:rsidRPr="00B44648">
        <w:rPr>
          <w:rFonts w:cstheme="minorHAnsi"/>
        </w:rPr>
        <w:t>am</w:t>
      </w:r>
      <w:proofErr w:type="spellEnd"/>
      <w:r w:rsidRPr="00B44648">
        <w:rPr>
          <w:rFonts w:cstheme="minorHAnsi"/>
        </w:rPr>
        <w:t xml:space="preserve"> poinformowany/-a, że projekt współfinansowany jest ze środków Unii Europejskiej w ramach Europejskiego Funduszu Społecznego Plus.  </w:t>
      </w:r>
    </w:p>
    <w:p w14:paraId="32D94F8B" w14:textId="77777777" w:rsidR="00AC28A6" w:rsidRPr="00B44648" w:rsidRDefault="00AC28A6" w:rsidP="00963015">
      <w:pPr>
        <w:pStyle w:val="Akapitzlist"/>
        <w:numPr>
          <w:ilvl w:val="0"/>
          <w:numId w:val="4"/>
        </w:numPr>
        <w:spacing w:after="50" w:line="268" w:lineRule="auto"/>
        <w:rPr>
          <w:rFonts w:cstheme="minorHAnsi"/>
        </w:rPr>
      </w:pPr>
      <w:r w:rsidRPr="00B44648">
        <w:rPr>
          <w:rFonts w:cstheme="minorHAnsi"/>
        </w:rPr>
        <w:t xml:space="preserve">Zobowiązuję się do systematycznego uczestnictwa w przyznanym wsparciu. </w:t>
      </w:r>
    </w:p>
    <w:p w14:paraId="55CD57F8" w14:textId="603C380D" w:rsidR="00AC28A6" w:rsidRDefault="00AC28A6" w:rsidP="00963015">
      <w:pPr>
        <w:pStyle w:val="Akapitzlist"/>
        <w:numPr>
          <w:ilvl w:val="0"/>
          <w:numId w:val="4"/>
        </w:numPr>
        <w:spacing w:after="29" w:line="286" w:lineRule="auto"/>
        <w:rPr>
          <w:rFonts w:cstheme="minorHAnsi"/>
        </w:rPr>
      </w:pPr>
      <w:r w:rsidRPr="00B44648">
        <w:rPr>
          <w:rFonts w:cstheme="minorHAnsi"/>
        </w:rPr>
        <w:t xml:space="preserve">Jestem świadomy/a, że wypełnienie Formularza zgłoszeniowego do projektu oraz wyrażenie zgody na udział w projekcie nie gwarantuje udziału w projekcie oraz </w:t>
      </w:r>
      <w:r w:rsidRPr="00B44648">
        <w:rPr>
          <w:rFonts w:cstheme="minorHAnsi"/>
        </w:rPr>
        <w:br/>
        <w:t xml:space="preserve">że decyzję o zakwalifikowaniu do projektu podejmie Komisja Rekrutacyjna projektu biorąc pod uwagę kryteria rekrutacji. </w:t>
      </w:r>
    </w:p>
    <w:p w14:paraId="41B4A214" w14:textId="77777777" w:rsidR="00AC28A6" w:rsidRPr="00B44648" w:rsidRDefault="00AC28A6" w:rsidP="00963015">
      <w:pPr>
        <w:pStyle w:val="Akapitzlist"/>
        <w:numPr>
          <w:ilvl w:val="0"/>
          <w:numId w:val="4"/>
        </w:numPr>
        <w:spacing w:after="29" w:line="286" w:lineRule="auto"/>
        <w:rPr>
          <w:rFonts w:cstheme="minorHAnsi"/>
        </w:rPr>
      </w:pPr>
      <w:r>
        <w:rPr>
          <w:rFonts w:cstheme="minorHAnsi"/>
        </w:rPr>
        <w:t>Zapoznałem się z Klauzulą Informacyjną stanowiącą załącznik nr 5 do Regulaminu.</w:t>
      </w:r>
    </w:p>
    <w:p w14:paraId="49BAC310" w14:textId="7B8999F6" w:rsidR="00AC28A6" w:rsidRPr="00B44648" w:rsidRDefault="00AC28A6" w:rsidP="00963015">
      <w:pPr>
        <w:pStyle w:val="Akapitzlist"/>
        <w:numPr>
          <w:ilvl w:val="0"/>
          <w:numId w:val="4"/>
        </w:numPr>
        <w:spacing w:after="7" w:line="286" w:lineRule="auto"/>
        <w:rPr>
          <w:rFonts w:cstheme="minorHAnsi"/>
        </w:rPr>
      </w:pPr>
      <w:r w:rsidRPr="00B44648">
        <w:rPr>
          <w:rFonts w:cstheme="minorHAnsi"/>
        </w:rPr>
        <w:t>Na podstawie art. 81 ust.1 ustawie o prawie autorskim i prawach pokrewnych z dnia</w:t>
      </w:r>
      <w:r w:rsidRPr="00B44648">
        <w:rPr>
          <w:rFonts w:cstheme="minorHAnsi"/>
        </w:rPr>
        <w:br/>
        <w:t>4 lutego 1994 r. (DZ.U. 2025r., poz.24) wyrażam zgodę na nieodpłatne utrwalenie mojego wizerunku, w formie fotografii analogowej i cyfrowej oraz filmu analogowego bądź cyfrowego, zarejestrowanych na potrzeby dokumentacji działań bądź w celu promocji projektu pn. „Akademia zdolnych uczniów w gminie</w:t>
      </w:r>
      <w:r w:rsidR="00963015">
        <w:rPr>
          <w:rFonts w:cstheme="minorHAnsi"/>
        </w:rPr>
        <w:t xml:space="preserve"> Międzyrzecz</w:t>
      </w:r>
      <w:r w:rsidRPr="00B44648">
        <w:rPr>
          <w:rFonts w:cstheme="minorHAnsi"/>
        </w:rPr>
        <w:t xml:space="preserve">” przez Gminę </w:t>
      </w:r>
      <w:r w:rsidR="00963015">
        <w:rPr>
          <w:rFonts w:cstheme="minorHAnsi"/>
        </w:rPr>
        <w:t>Międzyrzecz</w:t>
      </w:r>
      <w:r w:rsidRPr="00B44648">
        <w:rPr>
          <w:rFonts w:cstheme="minorHAnsi"/>
        </w:rPr>
        <w:t xml:space="preserve">. Ponadto, wyrażam zgodę na nieodpłatne rozpowszechnianie przez w/w podmiot mojego wizerunku za pośrednictwem dowolnego medium wyłącznie w celu promocji projektu pn. „Akademia zdolnych uczniów w gminie </w:t>
      </w:r>
      <w:r w:rsidR="00963015">
        <w:rPr>
          <w:rFonts w:cstheme="minorHAnsi"/>
        </w:rPr>
        <w:t>Międzyrzecz</w:t>
      </w:r>
      <w:r w:rsidRPr="00B44648">
        <w:rPr>
          <w:rFonts w:cstheme="minorHAnsi"/>
        </w:rPr>
        <w:t xml:space="preserve">”. Przeniesienie niniejszego zezwolenia na Instytucję Zarządzającą nie wymaga mojej uprzedniej zgodny na taką czynność. </w:t>
      </w:r>
    </w:p>
    <w:p w14:paraId="1CDA28F0" w14:textId="714D38BF" w:rsidR="00AC28A6" w:rsidRPr="00B44648" w:rsidRDefault="00AC28A6" w:rsidP="00963015">
      <w:pPr>
        <w:pStyle w:val="Akapitzlist"/>
        <w:numPr>
          <w:ilvl w:val="0"/>
          <w:numId w:val="4"/>
        </w:numPr>
        <w:spacing w:after="7" w:line="286" w:lineRule="auto"/>
        <w:rPr>
          <w:rFonts w:cstheme="minorHAnsi"/>
        </w:rPr>
      </w:pPr>
      <w:r w:rsidRPr="00B44648">
        <w:rPr>
          <w:rFonts w:cstheme="minorHAnsi"/>
        </w:rPr>
        <w:t>Nie korzystam z tego samego rodzaju wsparcia w innych projektach współfinansowanych przez Unię Europejską w ramach Europejskiego Funduszu Społecznego Plus.</w:t>
      </w:r>
    </w:p>
    <w:p w14:paraId="786136C8" w14:textId="77777777" w:rsidR="00AC28A6" w:rsidRPr="00D170FE" w:rsidRDefault="00AC28A6" w:rsidP="00AC28A6">
      <w:pPr>
        <w:spacing w:after="7" w:line="286" w:lineRule="auto"/>
        <w:ind w:left="360"/>
        <w:jc w:val="both"/>
        <w:rPr>
          <w:rFonts w:cstheme="minorHAnsi"/>
        </w:rPr>
      </w:pPr>
    </w:p>
    <w:p w14:paraId="447F8E51" w14:textId="77777777" w:rsidR="00AC28A6" w:rsidRPr="00D170FE" w:rsidRDefault="00AC28A6" w:rsidP="00AC28A6">
      <w:pPr>
        <w:spacing w:after="21" w:line="259" w:lineRule="auto"/>
        <w:rPr>
          <w:rFonts w:cstheme="minorHAnsi"/>
        </w:rPr>
      </w:pPr>
      <w:r w:rsidRPr="00D170FE">
        <w:rPr>
          <w:rFonts w:cstheme="minorHAnsi"/>
          <w:color w:val="FF0000"/>
        </w:rPr>
        <w:t xml:space="preserve"> </w:t>
      </w:r>
    </w:p>
    <w:p w14:paraId="6C839669" w14:textId="77777777" w:rsidR="00AC28A6" w:rsidRPr="00D170FE" w:rsidRDefault="00AC28A6" w:rsidP="00AC28A6">
      <w:pPr>
        <w:spacing w:after="19" w:line="259" w:lineRule="auto"/>
        <w:rPr>
          <w:rFonts w:cstheme="minorHAnsi"/>
        </w:rPr>
      </w:pPr>
      <w:r w:rsidRPr="00D170FE">
        <w:rPr>
          <w:rFonts w:cstheme="minorHAnsi"/>
        </w:rPr>
        <w:t xml:space="preserve"> </w:t>
      </w:r>
    </w:p>
    <w:p w14:paraId="0F2E23F2" w14:textId="77777777" w:rsidR="00AC28A6" w:rsidRPr="00D170FE" w:rsidRDefault="00AC28A6" w:rsidP="00AC28A6">
      <w:pPr>
        <w:spacing w:after="19" w:line="259" w:lineRule="auto"/>
        <w:rPr>
          <w:rFonts w:cstheme="minorHAnsi"/>
        </w:rPr>
      </w:pPr>
      <w:r w:rsidRPr="00D170FE">
        <w:rPr>
          <w:rFonts w:cstheme="minorHAnsi"/>
        </w:rPr>
        <w:t xml:space="preserve"> </w:t>
      </w:r>
    </w:p>
    <w:p w14:paraId="7825C0AB" w14:textId="77777777" w:rsidR="00AC28A6" w:rsidRPr="00D170FE" w:rsidRDefault="00AC28A6" w:rsidP="00AC28A6">
      <w:pPr>
        <w:tabs>
          <w:tab w:val="right" w:pos="9642"/>
        </w:tabs>
        <w:spacing w:after="32"/>
        <w:ind w:left="-15"/>
        <w:rPr>
          <w:rFonts w:cstheme="minorHAnsi"/>
        </w:rPr>
      </w:pPr>
      <w:r w:rsidRPr="00D170FE">
        <w:rPr>
          <w:rFonts w:cstheme="minorHAnsi"/>
        </w:rPr>
        <w:t xml:space="preserve">..................................................  </w:t>
      </w:r>
      <w:r w:rsidRPr="00D170FE">
        <w:rPr>
          <w:rFonts w:cstheme="minorHAnsi"/>
        </w:rPr>
        <w:tab/>
        <w:t xml:space="preserve">...................................................  </w:t>
      </w:r>
    </w:p>
    <w:p w14:paraId="5B5D6471" w14:textId="77777777" w:rsidR="00AC28A6" w:rsidRPr="00D170FE" w:rsidRDefault="00AC28A6" w:rsidP="00AC28A6">
      <w:pPr>
        <w:tabs>
          <w:tab w:val="right" w:pos="9642"/>
        </w:tabs>
        <w:spacing w:after="20"/>
        <w:ind w:left="-15"/>
        <w:rPr>
          <w:rFonts w:cstheme="minorHAnsi"/>
          <w:sz w:val="20"/>
          <w:szCs w:val="20"/>
        </w:rPr>
      </w:pPr>
      <w:r w:rsidRPr="00D170FE">
        <w:rPr>
          <w:rFonts w:cstheme="minorHAnsi"/>
          <w:sz w:val="20"/>
          <w:szCs w:val="20"/>
        </w:rPr>
        <w:t xml:space="preserve">       miejscowość i </w:t>
      </w:r>
      <w:proofErr w:type="gramStart"/>
      <w:r w:rsidRPr="00D170FE">
        <w:rPr>
          <w:rFonts w:cstheme="minorHAnsi"/>
          <w:sz w:val="20"/>
          <w:szCs w:val="20"/>
        </w:rPr>
        <w:t xml:space="preserve">data  </w:t>
      </w:r>
      <w:r w:rsidRPr="00D170FE">
        <w:rPr>
          <w:rFonts w:cstheme="minorHAnsi"/>
          <w:sz w:val="20"/>
          <w:szCs w:val="20"/>
        </w:rPr>
        <w:tab/>
      </w:r>
      <w:proofErr w:type="gramEnd"/>
      <w:r w:rsidRPr="00D170FE">
        <w:rPr>
          <w:rFonts w:cstheme="minorHAnsi"/>
          <w:sz w:val="20"/>
          <w:szCs w:val="20"/>
        </w:rPr>
        <w:t xml:space="preserve">                                            czytelny podpis uczestnika projektu </w:t>
      </w:r>
    </w:p>
    <w:p w14:paraId="28E33ADD" w14:textId="77777777" w:rsidR="00AC28A6" w:rsidRPr="00D170FE" w:rsidRDefault="00AC28A6" w:rsidP="00AC28A6">
      <w:pPr>
        <w:tabs>
          <w:tab w:val="center" w:pos="4249"/>
          <w:tab w:val="right" w:pos="9642"/>
        </w:tabs>
        <w:ind w:left="-15"/>
        <w:rPr>
          <w:rFonts w:cstheme="minorHAnsi"/>
        </w:rPr>
      </w:pPr>
      <w:r w:rsidRPr="00D170FE">
        <w:rPr>
          <w:rFonts w:cstheme="minorHAnsi"/>
        </w:rPr>
        <w:t xml:space="preserve"> </w:t>
      </w:r>
      <w:r w:rsidRPr="00D170FE">
        <w:rPr>
          <w:rFonts w:cstheme="minorHAnsi"/>
        </w:rPr>
        <w:tab/>
        <w:t xml:space="preserve"> </w:t>
      </w:r>
      <w:r w:rsidRPr="00D170FE">
        <w:rPr>
          <w:rFonts w:cstheme="minorHAnsi"/>
        </w:rPr>
        <w:tab/>
        <w:t xml:space="preserve"> </w:t>
      </w:r>
    </w:p>
    <w:p w14:paraId="3055F4C5" w14:textId="77777777" w:rsidR="00AC28A6" w:rsidRPr="00D170FE" w:rsidRDefault="00AC28A6" w:rsidP="00AC28A6">
      <w:pPr>
        <w:spacing w:after="19" w:line="259" w:lineRule="auto"/>
        <w:rPr>
          <w:rFonts w:cstheme="minorHAnsi"/>
        </w:rPr>
      </w:pPr>
      <w:r w:rsidRPr="00D170FE">
        <w:rPr>
          <w:rFonts w:cstheme="minorHAnsi"/>
        </w:rPr>
        <w:t xml:space="preserve"> </w:t>
      </w:r>
    </w:p>
    <w:p w14:paraId="6C9C0427" w14:textId="77777777" w:rsidR="00AC28A6" w:rsidRPr="00D170FE" w:rsidRDefault="00AC28A6" w:rsidP="00AC28A6">
      <w:pPr>
        <w:rPr>
          <w:rFonts w:cstheme="minorHAnsi"/>
        </w:rPr>
      </w:pPr>
    </w:p>
    <w:p w14:paraId="4EE02C62" w14:textId="77777777" w:rsidR="00836AC0" w:rsidRDefault="00836AC0" w:rsidP="00AC28A6">
      <w:pPr>
        <w:spacing w:after="14" w:line="259" w:lineRule="auto"/>
        <w:ind w:left="427"/>
        <w:jc w:val="center"/>
      </w:pPr>
    </w:p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2C890EE3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1DF49A0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41175CC0"/>
    <w:multiLevelType w:val="hybridMultilevel"/>
    <w:tmpl w:val="FB8CB7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3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9712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85709"/>
    <w:rsid w:val="001E48D8"/>
    <w:rsid w:val="00465565"/>
    <w:rsid w:val="004A239E"/>
    <w:rsid w:val="0075189E"/>
    <w:rsid w:val="00836AC0"/>
    <w:rsid w:val="00871D90"/>
    <w:rsid w:val="00872C1C"/>
    <w:rsid w:val="008D1299"/>
    <w:rsid w:val="00912987"/>
    <w:rsid w:val="00935821"/>
    <w:rsid w:val="00963015"/>
    <w:rsid w:val="00AC28A6"/>
    <w:rsid w:val="00BC1769"/>
    <w:rsid w:val="00C263BB"/>
    <w:rsid w:val="00C4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11</TotalTime>
  <Pages>6</Pages>
  <Words>1129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8</cp:revision>
  <cp:lastPrinted>2025-10-06T10:09:00Z</cp:lastPrinted>
  <dcterms:created xsi:type="dcterms:W3CDTF">2025-10-17T06:55:00Z</dcterms:created>
  <dcterms:modified xsi:type="dcterms:W3CDTF">2025-10-20T10:38:00Z</dcterms:modified>
</cp:coreProperties>
</file>